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4561A" w14:textId="0D3A94F6" w:rsidR="00AB065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Kaitseministeerium</w:t>
      </w:r>
    </w:p>
    <w:p w14:paraId="4D48161C" w14:textId="77777777" w:rsidR="0019117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Sakala 1</w:t>
      </w:r>
    </w:p>
    <w:p w14:paraId="5E5A7D9C" w14:textId="264EFE10" w:rsidR="00AB065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15094 Tallinn</w:t>
      </w:r>
      <w:r w:rsidRPr="001911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191170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6E3D24" w:rsidRPr="0019117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47752" w:rsidRPr="0019117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191170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E3D24" w:rsidRPr="00191170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547752" w:rsidRPr="0019117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B0650" w:rsidRPr="00191170">
        <w:rPr>
          <w:rFonts w:ascii="Times New Roman" w:hAnsi="Times New Roman"/>
          <w:color w:val="000000" w:themeColor="text1"/>
          <w:sz w:val="24"/>
          <w:szCs w:val="24"/>
        </w:rPr>
        <w:t xml:space="preserve"> nr </w:t>
      </w:r>
      <w:r w:rsidR="00AB0650" w:rsidRPr="00191170">
        <w:rPr>
          <w:rStyle w:val="errormessage1"/>
          <w:rFonts w:ascii="Times New Roman" w:hAnsi="Times New Roman"/>
          <w:color w:val="000000" w:themeColor="text1"/>
          <w:sz w:val="24"/>
          <w:szCs w:val="24"/>
        </w:rPr>
        <w:t>4-2.1/202</w:t>
      </w:r>
      <w:r w:rsidR="008B1611" w:rsidRPr="00191170">
        <w:rPr>
          <w:rStyle w:val="errormessage1"/>
          <w:rFonts w:ascii="Times New Roman" w:hAnsi="Times New Roman"/>
          <w:color w:val="000000" w:themeColor="text1"/>
          <w:sz w:val="24"/>
          <w:szCs w:val="24"/>
        </w:rPr>
        <w:t>5</w:t>
      </w:r>
      <w:r w:rsidR="00AB0650" w:rsidRPr="00191170">
        <w:rPr>
          <w:rStyle w:val="errormessage1"/>
          <w:rFonts w:ascii="Times New Roman" w:hAnsi="Times New Roman"/>
          <w:color w:val="000000" w:themeColor="text1"/>
          <w:sz w:val="24"/>
          <w:szCs w:val="24"/>
        </w:rPr>
        <w:t>/</w:t>
      </w:r>
      <w:r w:rsidRPr="00191170">
        <w:rPr>
          <w:rStyle w:val="errormessage1"/>
          <w:rFonts w:ascii="Times New Roman" w:hAnsi="Times New Roman"/>
          <w:color w:val="000000" w:themeColor="text1"/>
          <w:sz w:val="24"/>
          <w:szCs w:val="24"/>
        </w:rPr>
        <w:t>22</w:t>
      </w:r>
    </w:p>
    <w:p w14:paraId="024E1B52" w14:textId="747FBBFE" w:rsidR="00AB065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  <w:hyperlink r:id="rId11" w:history="1">
        <w:r w:rsidRPr="00191170">
          <w:rPr>
            <w:rFonts w:ascii="Times New Roman" w:hAnsi="Times New Roman"/>
            <w:color w:val="0000FF"/>
            <w:sz w:val="24"/>
            <w:szCs w:val="24"/>
            <w:u w:val="single"/>
          </w:rPr>
          <w:t>info@kaitseministeerium.ee</w:t>
        </w:r>
      </w:hyperlink>
    </w:p>
    <w:p w14:paraId="097ACC0B" w14:textId="77777777" w:rsidR="00AB0650" w:rsidRPr="00191170" w:rsidRDefault="00AB0650" w:rsidP="00AB0650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DD273D5" w14:textId="77777777" w:rsidR="00AB0650" w:rsidRPr="00191170" w:rsidRDefault="00AB0650" w:rsidP="00AB0650">
      <w:pPr>
        <w:pStyle w:val="Vahedeta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1E88D31" w14:textId="77777777" w:rsidR="00191170" w:rsidRDefault="00191170" w:rsidP="00AB0650">
      <w:pPr>
        <w:pStyle w:val="Vahedeta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DB267A7" w14:textId="78C03CC7" w:rsidR="00AB0650" w:rsidRPr="00191170" w:rsidRDefault="00AB0650" w:rsidP="00AB0650">
      <w:pPr>
        <w:pStyle w:val="Vahedeta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91170">
        <w:rPr>
          <w:rFonts w:ascii="Times New Roman" w:hAnsi="Times New Roman"/>
          <w:b/>
          <w:color w:val="000000" w:themeColor="text1"/>
          <w:sz w:val="24"/>
          <w:szCs w:val="24"/>
        </w:rPr>
        <w:t>AVALDUS</w:t>
      </w:r>
    </w:p>
    <w:p w14:paraId="203F5121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10E4D5BF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35E8C459" w14:textId="15EE0A39" w:rsidR="00AB0650" w:rsidRPr="00191170" w:rsidRDefault="005B4744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Riigi </w:t>
      </w:r>
      <w:r w:rsidR="00AB0650" w:rsidRPr="00191170">
        <w:rPr>
          <w:rFonts w:ascii="Times New Roman" w:hAnsi="Times New Roman"/>
          <w:sz w:val="24"/>
          <w:szCs w:val="24"/>
        </w:rPr>
        <w:t>omandis oleva maa</w:t>
      </w:r>
      <w:r w:rsidRPr="00191170">
        <w:rPr>
          <w:rFonts w:ascii="Times New Roman" w:hAnsi="Times New Roman"/>
          <w:sz w:val="24"/>
          <w:szCs w:val="24"/>
        </w:rPr>
        <w:t xml:space="preserve">, mille valitsejaks on Kaitseministeerium, </w:t>
      </w:r>
      <w:r w:rsidR="00AB0650" w:rsidRPr="00191170">
        <w:rPr>
          <w:rFonts w:ascii="Times New Roman" w:hAnsi="Times New Roman"/>
          <w:sz w:val="24"/>
          <w:szCs w:val="24"/>
        </w:rPr>
        <w:t xml:space="preserve"> koormamiseks isikliku kasutusõigusega</w:t>
      </w:r>
    </w:p>
    <w:p w14:paraId="3DC15A81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20F95387" w14:textId="190523DD" w:rsidR="00AB0650" w:rsidRPr="00191170" w:rsidRDefault="00AB0650" w:rsidP="00AB0650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r w:rsidRPr="00191170">
        <w:rPr>
          <w:rFonts w:ascii="Times New Roman" w:hAnsi="Times New Roman"/>
          <w:sz w:val="24"/>
          <w:szCs w:val="24"/>
          <w:u w:val="single"/>
        </w:rPr>
        <w:t>Taotleja</w:t>
      </w:r>
    </w:p>
    <w:p w14:paraId="1806264E" w14:textId="77777777" w:rsidR="00AB0650" w:rsidRPr="00191170" w:rsidRDefault="00AB0650" w:rsidP="005F62FA">
      <w:pPr>
        <w:pStyle w:val="Vahedeta"/>
        <w:ind w:left="360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AS Viimsi Vesi; </w:t>
      </w:r>
      <w:proofErr w:type="spellStart"/>
      <w:r w:rsidRPr="00191170">
        <w:rPr>
          <w:rFonts w:ascii="Times New Roman" w:hAnsi="Times New Roman"/>
          <w:sz w:val="24"/>
          <w:szCs w:val="24"/>
        </w:rPr>
        <w:t>reg</w:t>
      </w:r>
      <w:proofErr w:type="spellEnd"/>
      <w:r w:rsidRPr="00191170">
        <w:rPr>
          <w:rFonts w:ascii="Times New Roman" w:hAnsi="Times New Roman"/>
          <w:sz w:val="24"/>
          <w:szCs w:val="24"/>
        </w:rPr>
        <w:t>. nr. 10461699; registrisse kantud 19.06.1998;</w:t>
      </w:r>
    </w:p>
    <w:p w14:paraId="3EF84405" w14:textId="5796F0C9" w:rsidR="00AB0650" w:rsidRPr="00191170" w:rsidRDefault="00AB0650" w:rsidP="005F62FA">
      <w:pPr>
        <w:pStyle w:val="Vahedeta"/>
        <w:ind w:left="360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asukoht Paelille tee 1, </w:t>
      </w:r>
      <w:r w:rsidR="00CB1F10" w:rsidRPr="00191170">
        <w:rPr>
          <w:rFonts w:ascii="Times New Roman" w:hAnsi="Times New Roman"/>
          <w:sz w:val="24"/>
          <w:szCs w:val="24"/>
        </w:rPr>
        <w:t>Lubja küla</w:t>
      </w:r>
      <w:r w:rsidRPr="00191170">
        <w:rPr>
          <w:rFonts w:ascii="Times New Roman" w:hAnsi="Times New Roman"/>
          <w:sz w:val="24"/>
          <w:szCs w:val="24"/>
        </w:rPr>
        <w:t>, Viimsi vald, Harjumaa; esindaja volikirja alusel: Ilona Pärkna</w:t>
      </w:r>
    </w:p>
    <w:p w14:paraId="55564ACF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6A80BC9D" w14:textId="0BFE2156" w:rsidR="00AB0650" w:rsidRPr="00191170" w:rsidRDefault="00AB0650" w:rsidP="00AB0650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  <w:u w:val="single"/>
        </w:rPr>
        <w:t xml:space="preserve">Koormatavate kinnisasjade asukohad, katastritunnused ja koormatava alade pindalad: </w:t>
      </w:r>
    </w:p>
    <w:p w14:paraId="67D0D5EF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51AC182D" w14:textId="58F34201" w:rsidR="00AB0650" w:rsidRPr="00191170" w:rsidRDefault="00937A6D" w:rsidP="00541945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Hlk135913737"/>
      <w:r w:rsidRPr="00191170">
        <w:rPr>
          <w:rFonts w:ascii="Times New Roman" w:hAnsi="Times New Roman"/>
          <w:sz w:val="24"/>
          <w:szCs w:val="24"/>
        </w:rPr>
        <w:t xml:space="preserve">2.1 </w:t>
      </w:r>
      <w:r w:rsidR="00AB0650" w:rsidRPr="00191170">
        <w:rPr>
          <w:rFonts w:ascii="Times New Roman" w:hAnsi="Times New Roman"/>
          <w:sz w:val="24"/>
          <w:szCs w:val="24"/>
        </w:rPr>
        <w:t xml:space="preserve">Viimsi vald </w:t>
      </w:r>
      <w:r w:rsidR="005B4744" w:rsidRPr="00191170">
        <w:rPr>
          <w:rFonts w:ascii="Times New Roman" w:hAnsi="Times New Roman"/>
          <w:sz w:val="24"/>
          <w:szCs w:val="24"/>
        </w:rPr>
        <w:t>Viimsi</w:t>
      </w:r>
      <w:r w:rsidR="00A32789" w:rsidRPr="00191170">
        <w:rPr>
          <w:rFonts w:ascii="Times New Roman" w:hAnsi="Times New Roman"/>
          <w:sz w:val="24"/>
          <w:szCs w:val="24"/>
        </w:rPr>
        <w:t xml:space="preserve"> alevik</w:t>
      </w:r>
      <w:r w:rsidR="007175E2" w:rsidRPr="00191170">
        <w:rPr>
          <w:rFonts w:ascii="Times New Roman" w:hAnsi="Times New Roman"/>
          <w:sz w:val="24"/>
          <w:szCs w:val="24"/>
        </w:rPr>
        <w:t xml:space="preserve"> </w:t>
      </w:r>
      <w:r w:rsidR="00AB0650" w:rsidRPr="00191170">
        <w:rPr>
          <w:rFonts w:ascii="Times New Roman" w:hAnsi="Times New Roman"/>
          <w:sz w:val="24"/>
          <w:szCs w:val="24"/>
        </w:rPr>
        <w:t xml:space="preserve"> </w:t>
      </w:r>
      <w:r w:rsidR="005B4744" w:rsidRPr="00191170">
        <w:rPr>
          <w:rFonts w:ascii="Times New Roman" w:hAnsi="Times New Roman"/>
          <w:sz w:val="24"/>
          <w:szCs w:val="24"/>
        </w:rPr>
        <w:t>Mõisa tee 1</w:t>
      </w:r>
      <w:r w:rsidR="00AB0650" w:rsidRPr="00191170">
        <w:rPr>
          <w:rFonts w:ascii="Times New Roman" w:hAnsi="Times New Roman"/>
          <w:sz w:val="24"/>
          <w:szCs w:val="24"/>
        </w:rPr>
        <w:t xml:space="preserve">, katastritunnus </w:t>
      </w:r>
      <w:r w:rsidR="005B4744" w:rsidRPr="00191170">
        <w:rPr>
          <w:rFonts w:ascii="Times New Roman" w:hAnsi="Times New Roman"/>
          <w:sz w:val="24"/>
          <w:szCs w:val="24"/>
        </w:rPr>
        <w:t>89001:010:3316</w:t>
      </w:r>
    </w:p>
    <w:p w14:paraId="704B4B17" w14:textId="3342B3D7" w:rsidR="00AB0650" w:rsidRPr="00191170" w:rsidRDefault="00AB0650" w:rsidP="00541945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Kasutusõigus seatakse </w:t>
      </w:r>
      <w:r w:rsidR="005B4744" w:rsidRPr="00191170">
        <w:rPr>
          <w:rFonts w:ascii="Times New Roman" w:hAnsi="Times New Roman"/>
          <w:sz w:val="24"/>
          <w:szCs w:val="24"/>
        </w:rPr>
        <w:t xml:space="preserve">uuele ja olemasolevale </w:t>
      </w:r>
      <w:r w:rsidR="008B1611" w:rsidRPr="00191170">
        <w:rPr>
          <w:rFonts w:ascii="Times New Roman" w:hAnsi="Times New Roman"/>
          <w:sz w:val="24"/>
          <w:szCs w:val="24"/>
        </w:rPr>
        <w:t>veetorustik</w:t>
      </w:r>
      <w:r w:rsidR="005B4744" w:rsidRPr="00191170">
        <w:rPr>
          <w:rFonts w:ascii="Times New Roman" w:hAnsi="Times New Roman"/>
          <w:sz w:val="24"/>
          <w:szCs w:val="24"/>
        </w:rPr>
        <w:t>ule</w:t>
      </w:r>
      <w:r w:rsidR="008B1611" w:rsidRPr="00191170">
        <w:rPr>
          <w:rFonts w:ascii="Times New Roman" w:hAnsi="Times New Roman"/>
          <w:sz w:val="24"/>
          <w:szCs w:val="24"/>
        </w:rPr>
        <w:t xml:space="preserve"> </w:t>
      </w:r>
      <w:r w:rsidR="005B4744" w:rsidRPr="00191170">
        <w:rPr>
          <w:rFonts w:ascii="Times New Roman" w:hAnsi="Times New Roman"/>
          <w:sz w:val="24"/>
          <w:szCs w:val="24"/>
        </w:rPr>
        <w:t>ning olemasolevale</w:t>
      </w:r>
      <w:r w:rsidR="008B1611" w:rsidRPr="00191170">
        <w:rPr>
          <w:rFonts w:ascii="Times New Roman" w:hAnsi="Times New Roman"/>
          <w:sz w:val="24"/>
          <w:szCs w:val="24"/>
        </w:rPr>
        <w:t xml:space="preserve"> reoveekanalisatsiooni torustikele</w:t>
      </w:r>
      <w:r w:rsidR="0099374D" w:rsidRPr="00191170">
        <w:rPr>
          <w:rFonts w:ascii="Times New Roman" w:hAnsi="Times New Roman"/>
          <w:sz w:val="24"/>
          <w:szCs w:val="24"/>
        </w:rPr>
        <w:t xml:space="preserve">. </w:t>
      </w:r>
      <w:r w:rsidRPr="00191170">
        <w:rPr>
          <w:rFonts w:ascii="Times New Roman" w:hAnsi="Times New Roman"/>
          <w:sz w:val="24"/>
          <w:szCs w:val="24"/>
        </w:rPr>
        <w:t xml:space="preserve">Tehnovõrgu kaitsevöönd on 2m välimise torustiku teljest. </w:t>
      </w:r>
      <w:r w:rsidR="005B4744" w:rsidRPr="00191170">
        <w:rPr>
          <w:rFonts w:ascii="Times New Roman" w:hAnsi="Times New Roman"/>
          <w:sz w:val="24"/>
          <w:szCs w:val="24"/>
        </w:rPr>
        <w:t>Mõisa tee 1</w:t>
      </w:r>
      <w:r w:rsidR="007175E2" w:rsidRPr="00191170">
        <w:rPr>
          <w:rFonts w:ascii="Times New Roman" w:hAnsi="Times New Roman"/>
          <w:sz w:val="24"/>
          <w:szCs w:val="24"/>
        </w:rPr>
        <w:t xml:space="preserve"> koormatava ala:</w:t>
      </w:r>
      <w:r w:rsidR="0099374D" w:rsidRPr="00191170">
        <w:rPr>
          <w:rFonts w:ascii="Times New Roman" w:hAnsi="Times New Roman"/>
          <w:sz w:val="24"/>
          <w:szCs w:val="24"/>
        </w:rPr>
        <w:t xml:space="preserve"> </w:t>
      </w:r>
      <w:r w:rsidRPr="00191170">
        <w:rPr>
          <w:rFonts w:ascii="Times New Roman" w:hAnsi="Times New Roman"/>
          <w:sz w:val="24"/>
          <w:szCs w:val="24"/>
        </w:rPr>
        <w:t>koormatava ala</w:t>
      </w:r>
      <w:r w:rsidR="007175E2" w:rsidRPr="00191170">
        <w:rPr>
          <w:rFonts w:ascii="Times New Roman" w:hAnsi="Times New Roman"/>
          <w:sz w:val="24"/>
          <w:szCs w:val="24"/>
        </w:rPr>
        <w:t>de</w:t>
      </w:r>
      <w:r w:rsidRPr="00191170">
        <w:rPr>
          <w:rFonts w:ascii="Times New Roman" w:hAnsi="Times New Roman"/>
          <w:sz w:val="24"/>
          <w:szCs w:val="24"/>
        </w:rPr>
        <w:t xml:space="preserve"> pindala</w:t>
      </w:r>
      <w:r w:rsidR="007175E2" w:rsidRPr="00191170">
        <w:rPr>
          <w:rFonts w:ascii="Times New Roman" w:hAnsi="Times New Roman"/>
          <w:sz w:val="24"/>
          <w:szCs w:val="24"/>
        </w:rPr>
        <w:t>d kokku</w:t>
      </w:r>
      <w:r w:rsidRPr="00191170">
        <w:rPr>
          <w:rFonts w:ascii="Times New Roman" w:hAnsi="Times New Roman"/>
          <w:sz w:val="24"/>
          <w:szCs w:val="24"/>
        </w:rPr>
        <w:t xml:space="preserve"> </w:t>
      </w:r>
      <w:r w:rsidR="00B651E4" w:rsidRPr="00191170">
        <w:rPr>
          <w:rFonts w:ascii="Times New Roman" w:hAnsi="Times New Roman"/>
          <w:sz w:val="24"/>
          <w:szCs w:val="24"/>
        </w:rPr>
        <w:t>648,8</w:t>
      </w:r>
      <w:r w:rsidR="00C02C76" w:rsidRPr="00191170">
        <w:rPr>
          <w:rFonts w:ascii="Times New Roman" w:hAnsi="Times New Roman"/>
          <w:sz w:val="24"/>
          <w:szCs w:val="24"/>
        </w:rPr>
        <w:t xml:space="preserve"> </w:t>
      </w:r>
      <w:r w:rsidRPr="00191170">
        <w:rPr>
          <w:rFonts w:ascii="Times New Roman" w:hAnsi="Times New Roman"/>
          <w:sz w:val="24"/>
          <w:szCs w:val="24"/>
        </w:rPr>
        <w:t>m</w:t>
      </w:r>
      <w:r w:rsidRPr="00191170">
        <w:rPr>
          <w:rFonts w:ascii="Times New Roman" w:hAnsi="Times New Roman"/>
          <w:sz w:val="24"/>
          <w:szCs w:val="24"/>
          <w:vertAlign w:val="superscript"/>
        </w:rPr>
        <w:t>2</w:t>
      </w:r>
      <w:r w:rsidRPr="00191170">
        <w:rPr>
          <w:rFonts w:ascii="Times New Roman" w:hAnsi="Times New Roman"/>
          <w:sz w:val="24"/>
          <w:szCs w:val="24"/>
        </w:rPr>
        <w:t>.</w:t>
      </w:r>
    </w:p>
    <w:p w14:paraId="1A943689" w14:textId="77777777" w:rsidR="009F7A3B" w:rsidRPr="00191170" w:rsidRDefault="009F7A3B" w:rsidP="00541945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</w:p>
    <w:bookmarkEnd w:id="0"/>
    <w:p w14:paraId="13A7B930" w14:textId="1F5D6AD9" w:rsidR="00AB0650" w:rsidRPr="00191170" w:rsidRDefault="00AB0650" w:rsidP="00AB0650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r w:rsidRPr="00191170">
        <w:rPr>
          <w:rFonts w:ascii="Times New Roman" w:hAnsi="Times New Roman"/>
          <w:sz w:val="24"/>
          <w:szCs w:val="24"/>
          <w:u w:val="single"/>
        </w:rPr>
        <w:t xml:space="preserve">Isikliku kasutusõiguse sisu ja õiguslik alus: </w:t>
      </w:r>
    </w:p>
    <w:p w14:paraId="24781EA3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  <w:u w:val="single"/>
        </w:rPr>
      </w:pPr>
    </w:p>
    <w:p w14:paraId="2F3C0F89" w14:textId="064D1A79" w:rsidR="00AB0650" w:rsidRPr="00191170" w:rsidRDefault="00AB0650" w:rsidP="005F62FA">
      <w:pPr>
        <w:pStyle w:val="Vahedeta"/>
        <w:ind w:left="360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Isikliku kasutusõiguse sisuks on ühisveevärgi ja -kanalisatsiooni torustike omamine ning kasutajal lasuva vee- ja kanalisatsioonivõrgu arendamiskohustuse täitmise tagamiseks </w:t>
      </w:r>
      <w:r w:rsidR="00CE1086" w:rsidRPr="00191170">
        <w:rPr>
          <w:rFonts w:ascii="Times New Roman" w:hAnsi="Times New Roman"/>
          <w:sz w:val="24"/>
          <w:szCs w:val="24"/>
        </w:rPr>
        <w:t>rajatiste</w:t>
      </w:r>
      <w:r w:rsidRPr="00191170">
        <w:rPr>
          <w:rFonts w:ascii="Times New Roman" w:hAnsi="Times New Roman"/>
          <w:sz w:val="24"/>
          <w:szCs w:val="24"/>
        </w:rPr>
        <w:t xml:space="preserve"> remontimine, hooldamine, asendamine, kasutamine, kasutusse andmine ja muul viisil ekspluateerimine vee ja kanalisatsiooni talituse tagamise eesmärgil.</w:t>
      </w:r>
    </w:p>
    <w:p w14:paraId="046A49F3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7CA39CFB" w14:textId="67F12028" w:rsidR="00AB0650" w:rsidRPr="00191170" w:rsidRDefault="00AB0650" w:rsidP="00AB0650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  <w:u w:val="single"/>
        </w:rPr>
        <w:t xml:space="preserve">Isikliku kasutusõiguse koormamise tähtaeg: </w:t>
      </w:r>
    </w:p>
    <w:p w14:paraId="2BCA41BF" w14:textId="77777777" w:rsidR="00AB0650" w:rsidRPr="00191170" w:rsidRDefault="00AB0650" w:rsidP="005F62FA">
      <w:pPr>
        <w:pStyle w:val="Vahedeta"/>
        <w:ind w:left="360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Tähtajatu</w:t>
      </w:r>
    </w:p>
    <w:p w14:paraId="0948F9E8" w14:textId="1944BD8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4FA7F1A0" w14:textId="74976020" w:rsidR="00AB0650" w:rsidRPr="00191170" w:rsidRDefault="00AB0650" w:rsidP="00AB0650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bookmarkStart w:id="1" w:name="_Hlk180402027"/>
      <w:r w:rsidRPr="00191170">
        <w:rPr>
          <w:rFonts w:ascii="Times New Roman" w:hAnsi="Times New Roman"/>
          <w:sz w:val="24"/>
          <w:szCs w:val="24"/>
          <w:u w:val="single"/>
        </w:rPr>
        <w:t>Valitseva kinnisasja kinnistusregistriosa nr</w:t>
      </w:r>
    </w:p>
    <w:bookmarkEnd w:id="1"/>
    <w:p w14:paraId="78ED77BD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49178E16" w14:textId="3CB552C1" w:rsidR="00AB0650" w:rsidRPr="00191170" w:rsidRDefault="00C44537" w:rsidP="005F62FA">
      <w:pPr>
        <w:pStyle w:val="Vahedeta"/>
        <w:ind w:left="360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Mõisa tee 1</w:t>
      </w:r>
      <w:r w:rsidR="00C61D49" w:rsidRPr="00191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0650" w:rsidRPr="00191170">
        <w:rPr>
          <w:rFonts w:ascii="Times New Roman" w:hAnsi="Times New Roman"/>
          <w:sz w:val="24"/>
          <w:szCs w:val="24"/>
        </w:rPr>
        <w:t>reg</w:t>
      </w:r>
      <w:proofErr w:type="spellEnd"/>
      <w:r w:rsidR="00AB0650" w:rsidRPr="00191170">
        <w:rPr>
          <w:rFonts w:ascii="Times New Roman" w:hAnsi="Times New Roman"/>
          <w:sz w:val="24"/>
          <w:szCs w:val="24"/>
        </w:rPr>
        <w:t xml:space="preserve"> nr: </w:t>
      </w:r>
      <w:r w:rsidRPr="00191170">
        <w:rPr>
          <w:rFonts w:ascii="Times New Roman" w:hAnsi="Times New Roman"/>
          <w:sz w:val="24"/>
          <w:szCs w:val="24"/>
        </w:rPr>
        <w:t>12608702</w:t>
      </w:r>
    </w:p>
    <w:p w14:paraId="3E47269D" w14:textId="77777777" w:rsidR="00472844" w:rsidRPr="00191170" w:rsidRDefault="00472844" w:rsidP="009C57BD">
      <w:pPr>
        <w:pStyle w:val="Vahedeta"/>
        <w:ind w:left="360"/>
        <w:rPr>
          <w:rFonts w:ascii="Times New Roman" w:hAnsi="Times New Roman"/>
          <w:sz w:val="24"/>
          <w:szCs w:val="24"/>
        </w:rPr>
      </w:pPr>
      <w:bookmarkStart w:id="2" w:name="_Hlk135917804"/>
    </w:p>
    <w:p w14:paraId="66767F9F" w14:textId="6FAC1345" w:rsidR="00472844" w:rsidRPr="00191170" w:rsidRDefault="00472844" w:rsidP="00472844">
      <w:pPr>
        <w:pStyle w:val="Vahedeta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r w:rsidRPr="00191170">
        <w:rPr>
          <w:rFonts w:ascii="Times New Roman" w:hAnsi="Times New Roman"/>
          <w:sz w:val="24"/>
          <w:szCs w:val="24"/>
          <w:u w:val="single"/>
        </w:rPr>
        <w:t>Pari koodid</w:t>
      </w:r>
    </w:p>
    <w:p w14:paraId="79C62D0E" w14:textId="343EC68D" w:rsidR="00A32789" w:rsidRPr="00191170" w:rsidRDefault="00A32789" w:rsidP="00A32789">
      <w:pPr>
        <w:pStyle w:val="Loendilik"/>
        <w:rPr>
          <w:rFonts w:ascii="Times New Roman" w:hAnsi="Times New Roman"/>
          <w:sz w:val="24"/>
          <w:szCs w:val="24"/>
          <w:lang w:val="en-US" w:eastAsia="et-EE"/>
        </w:rPr>
      </w:pPr>
      <w:r w:rsidRPr="00191170">
        <w:rPr>
          <w:rFonts w:ascii="Times New Roman" w:hAnsi="Times New Roman"/>
          <w:sz w:val="24"/>
          <w:szCs w:val="24"/>
          <w:lang w:val="en-US"/>
        </w:rPr>
        <w:t xml:space="preserve">PARI </w:t>
      </w:r>
      <w:r w:rsidR="00B651E4" w:rsidRPr="00191170">
        <w:rPr>
          <w:rFonts w:ascii="Times New Roman" w:hAnsi="Times New Roman"/>
          <w:sz w:val="24"/>
          <w:szCs w:val="24"/>
          <w:lang w:val="en-US"/>
        </w:rPr>
        <w:t>870251</w:t>
      </w:r>
    </w:p>
    <w:p w14:paraId="1CFD97B7" w14:textId="1D0D9BDB" w:rsidR="00A32789" w:rsidRPr="00191170" w:rsidRDefault="00A32789" w:rsidP="00A32789">
      <w:pPr>
        <w:pStyle w:val="Loendilik"/>
        <w:rPr>
          <w:rFonts w:ascii="Times New Roman" w:hAnsi="Times New Roman"/>
          <w:sz w:val="24"/>
          <w:szCs w:val="24"/>
          <w:lang w:val="sv-SE"/>
        </w:rPr>
      </w:pPr>
      <w:r w:rsidRPr="00191170">
        <w:rPr>
          <w:rFonts w:ascii="Times New Roman" w:hAnsi="Times New Roman"/>
          <w:sz w:val="24"/>
          <w:szCs w:val="24"/>
          <w:lang w:val="sv-SE"/>
        </w:rPr>
        <w:t xml:space="preserve">PARI </w:t>
      </w:r>
      <w:r w:rsidR="00B651E4" w:rsidRPr="00191170">
        <w:rPr>
          <w:rFonts w:ascii="Times New Roman" w:hAnsi="Times New Roman"/>
          <w:sz w:val="24"/>
          <w:szCs w:val="24"/>
          <w:lang w:val="sv-SE"/>
        </w:rPr>
        <w:t>870252</w:t>
      </w:r>
    </w:p>
    <w:p w14:paraId="224AF395" w14:textId="5146EC2B" w:rsidR="00A32789" w:rsidRPr="00191170" w:rsidRDefault="00A32789" w:rsidP="00A32789">
      <w:pPr>
        <w:pStyle w:val="Loendilik"/>
        <w:rPr>
          <w:rFonts w:ascii="Times New Roman" w:hAnsi="Times New Roman"/>
          <w:sz w:val="24"/>
          <w:szCs w:val="24"/>
          <w:lang w:val="sv-SE"/>
        </w:rPr>
      </w:pPr>
      <w:r w:rsidRPr="00191170">
        <w:rPr>
          <w:rFonts w:ascii="Times New Roman" w:hAnsi="Times New Roman"/>
          <w:sz w:val="24"/>
          <w:szCs w:val="24"/>
          <w:lang w:val="sv-SE"/>
        </w:rPr>
        <w:t xml:space="preserve">PARI </w:t>
      </w:r>
      <w:r w:rsidR="00B651E4" w:rsidRPr="00191170">
        <w:rPr>
          <w:rFonts w:ascii="Times New Roman" w:hAnsi="Times New Roman"/>
          <w:sz w:val="24"/>
          <w:szCs w:val="24"/>
          <w:lang w:val="sv-SE"/>
        </w:rPr>
        <w:t>870253</w:t>
      </w:r>
    </w:p>
    <w:p w14:paraId="4226100E" w14:textId="16352251" w:rsidR="00B651E4" w:rsidRPr="00191170" w:rsidRDefault="00B651E4" w:rsidP="00B651E4">
      <w:pPr>
        <w:pStyle w:val="Loendilik"/>
        <w:rPr>
          <w:rFonts w:ascii="Times New Roman" w:hAnsi="Times New Roman"/>
          <w:sz w:val="24"/>
          <w:szCs w:val="24"/>
          <w:lang w:val="sv-SE"/>
        </w:rPr>
      </w:pPr>
      <w:r w:rsidRPr="00191170">
        <w:rPr>
          <w:rFonts w:ascii="Times New Roman" w:hAnsi="Times New Roman"/>
          <w:sz w:val="24"/>
          <w:szCs w:val="24"/>
          <w:lang w:val="sv-SE"/>
        </w:rPr>
        <w:t>PARI 755066</w:t>
      </w:r>
    </w:p>
    <w:p w14:paraId="08305B2A" w14:textId="77777777" w:rsidR="00B651E4" w:rsidRPr="00191170" w:rsidRDefault="00B651E4" w:rsidP="00A32789">
      <w:pPr>
        <w:pStyle w:val="Loendilik"/>
        <w:rPr>
          <w:rFonts w:ascii="Times New Roman" w:hAnsi="Times New Roman"/>
          <w:sz w:val="24"/>
          <w:szCs w:val="24"/>
          <w:lang w:val="sv-SE"/>
        </w:rPr>
      </w:pPr>
    </w:p>
    <w:p w14:paraId="1F397413" w14:textId="77777777" w:rsidR="00472844" w:rsidRPr="00191170" w:rsidRDefault="00472844" w:rsidP="00472844">
      <w:pPr>
        <w:pStyle w:val="Vahedeta"/>
        <w:ind w:left="360"/>
        <w:rPr>
          <w:rFonts w:ascii="Times New Roman" w:hAnsi="Times New Roman"/>
          <w:sz w:val="24"/>
          <w:szCs w:val="24"/>
          <w:u w:val="single"/>
          <w:lang w:val="sv-SE"/>
        </w:rPr>
      </w:pPr>
    </w:p>
    <w:p w14:paraId="04A42E36" w14:textId="77777777" w:rsidR="00472844" w:rsidRPr="00191170" w:rsidRDefault="00472844" w:rsidP="009C57BD">
      <w:pPr>
        <w:pStyle w:val="Vahedeta"/>
        <w:ind w:left="360"/>
        <w:rPr>
          <w:rFonts w:ascii="Times New Roman" w:hAnsi="Times New Roman"/>
          <w:sz w:val="24"/>
          <w:szCs w:val="24"/>
        </w:rPr>
      </w:pPr>
    </w:p>
    <w:bookmarkEnd w:id="2"/>
    <w:p w14:paraId="5A106D4E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433E31A3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Lugupidamisega</w:t>
      </w:r>
    </w:p>
    <w:p w14:paraId="44030E0F" w14:textId="77777777" w:rsidR="00AB0650" w:rsidRPr="00191170" w:rsidRDefault="00AB0650" w:rsidP="00AB0650">
      <w:pPr>
        <w:pStyle w:val="Vahedeta"/>
        <w:rPr>
          <w:rFonts w:ascii="Times New Roman" w:hAnsi="Times New Roman"/>
          <w:i/>
          <w:sz w:val="24"/>
          <w:szCs w:val="24"/>
        </w:rPr>
      </w:pPr>
      <w:r w:rsidRPr="00191170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443F391B" w14:textId="77777777" w:rsidR="00AB0650" w:rsidRPr="00191170" w:rsidRDefault="00AB0650" w:rsidP="00AB0650">
      <w:pPr>
        <w:pStyle w:val="Vahedeta"/>
        <w:rPr>
          <w:rFonts w:ascii="Times New Roman" w:eastAsia="Times New Roman" w:hAnsi="Times New Roman"/>
          <w:sz w:val="24"/>
          <w:szCs w:val="24"/>
        </w:rPr>
      </w:pPr>
    </w:p>
    <w:p w14:paraId="487E8A9D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Ilona Pärkna</w:t>
      </w:r>
    </w:p>
    <w:p w14:paraId="39987FA7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Võrkude-ja arendusjuht</w:t>
      </w:r>
    </w:p>
    <w:p w14:paraId="2A66029C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telefon: 6066858</w:t>
      </w:r>
    </w:p>
    <w:p w14:paraId="267EE574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191170">
          <w:rPr>
            <w:rStyle w:val="Hperlink"/>
            <w:rFonts w:ascii="Times New Roman" w:hAnsi="Times New Roman"/>
            <w:sz w:val="24"/>
            <w:szCs w:val="24"/>
          </w:rPr>
          <w:t>ilona@viimsivesi.ee</w:t>
        </w:r>
      </w:hyperlink>
    </w:p>
    <w:p w14:paraId="6D355141" w14:textId="77777777" w:rsidR="00AB0650" w:rsidRPr="00191170" w:rsidRDefault="00AB065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0B17062D" w14:textId="77777777" w:rsidR="0019117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04C31977" w14:textId="77777777" w:rsidR="00191170" w:rsidRPr="00191170" w:rsidRDefault="00191170" w:rsidP="00AB0650">
      <w:pPr>
        <w:pStyle w:val="Vahedeta"/>
        <w:rPr>
          <w:rFonts w:ascii="Times New Roman" w:hAnsi="Times New Roman"/>
          <w:sz w:val="24"/>
          <w:szCs w:val="24"/>
        </w:rPr>
      </w:pPr>
    </w:p>
    <w:p w14:paraId="07F1897C" w14:textId="0D54AED0" w:rsidR="00AB0650" w:rsidRPr="00191170" w:rsidRDefault="009C57BD" w:rsidP="00AB0650">
      <w:pPr>
        <w:pStyle w:val="Vahedeta"/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L</w:t>
      </w:r>
      <w:r w:rsidR="00AB0650" w:rsidRPr="00191170">
        <w:rPr>
          <w:rFonts w:ascii="Times New Roman" w:hAnsi="Times New Roman"/>
          <w:sz w:val="24"/>
          <w:szCs w:val="24"/>
        </w:rPr>
        <w:t>isad:</w:t>
      </w:r>
    </w:p>
    <w:p w14:paraId="5833FE16" w14:textId="1E6124A3" w:rsidR="00AB0650" w:rsidRPr="00191170" w:rsidRDefault="00AB0650" w:rsidP="00191170">
      <w:pPr>
        <w:pStyle w:val="Vahedeta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 xml:space="preserve">Kasutusõiguse seadmise skeemid </w:t>
      </w:r>
    </w:p>
    <w:p w14:paraId="5DA779FE" w14:textId="67F772A8" w:rsidR="00AB0650" w:rsidRPr="00191170" w:rsidRDefault="00AB0650" w:rsidP="00191170">
      <w:pPr>
        <w:pStyle w:val="Vahedeta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91170">
        <w:rPr>
          <w:rFonts w:ascii="Times New Roman" w:hAnsi="Times New Roman"/>
          <w:sz w:val="24"/>
          <w:szCs w:val="24"/>
        </w:rPr>
        <w:t>Esindaja Ilona Pärkna volikiri</w:t>
      </w:r>
    </w:p>
    <w:sectPr w:rsidR="00AB0650" w:rsidRPr="00191170" w:rsidSect="00A32789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2495" w:right="1134" w:bottom="1276" w:left="170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F5E86" w14:textId="77777777" w:rsidR="00006FE6" w:rsidRDefault="00006FE6" w:rsidP="00E113C2">
      <w:pPr>
        <w:spacing w:after="0" w:line="240" w:lineRule="auto"/>
      </w:pPr>
      <w:r>
        <w:separator/>
      </w:r>
    </w:p>
  </w:endnote>
  <w:endnote w:type="continuationSeparator" w:id="0">
    <w:p w14:paraId="178A9933" w14:textId="77777777" w:rsidR="00006FE6" w:rsidRDefault="00006FE6" w:rsidP="00E1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48272" w14:textId="77777777" w:rsidR="00357B66" w:rsidRPr="00096459" w:rsidRDefault="00650D16" w:rsidP="00871F80">
    <w:pPr>
      <w:pStyle w:val="FooterEven"/>
      <w:jc w:val="right"/>
      <w:rPr>
        <w:rFonts w:ascii="Times New Roman" w:hAnsi="Times New Roman"/>
        <w:color w:val="auto"/>
        <w:lang w:val="et-EE"/>
      </w:rPr>
    </w:pPr>
    <w:r w:rsidRPr="00096459">
      <w:rPr>
        <w:rFonts w:ascii="Times New Roman" w:hAnsi="Times New Roman"/>
        <w:lang w:val="et-EE"/>
      </w:rPr>
      <w:t>AS VIIMSI VESI</w:t>
    </w:r>
    <w:r w:rsidR="00096459">
      <w:rPr>
        <w:rFonts w:ascii="Times New Roman" w:hAnsi="Times New Roman"/>
        <w:lang w:val="et-EE"/>
      </w:rPr>
      <w:t xml:space="preserve">      </w:t>
    </w:r>
    <w:r w:rsidR="0012270C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                                                     </w:t>
    </w:r>
    <w:proofErr w:type="spellStart"/>
    <w:r w:rsidRPr="00096459">
      <w:rPr>
        <w:rFonts w:ascii="Times New Roman" w:hAnsi="Times New Roman"/>
        <w:lang w:val="et-EE"/>
      </w:rPr>
      <w:t>Reg</w:t>
    </w:r>
    <w:proofErr w:type="spellEnd"/>
    <w:r w:rsidR="00096459" w:rsidRPr="00096459">
      <w:rPr>
        <w:rFonts w:ascii="Times New Roman" w:hAnsi="Times New Roman"/>
        <w:lang w:val="et-EE"/>
      </w:rPr>
      <w:t>. nr</w:t>
    </w:r>
    <w:r w:rsidRPr="00096459">
      <w:rPr>
        <w:rFonts w:ascii="Times New Roman" w:hAnsi="Times New Roman"/>
        <w:lang w:val="et-EE"/>
      </w:rPr>
      <w:t xml:space="preserve"> 10461699</w:t>
    </w:r>
    <w:r w:rsidRPr="00096459">
      <w:rPr>
        <w:rFonts w:ascii="Times New Roman" w:hAnsi="Times New Roman"/>
        <w:lang w:val="et-EE"/>
      </w:rPr>
      <w:br/>
    </w:r>
    <w:r w:rsidR="0012270C">
      <w:rPr>
        <w:rFonts w:ascii="Times New Roman" w:hAnsi="Times New Roman"/>
        <w:lang w:val="et-EE"/>
      </w:rPr>
      <w:t>Paelille tee 1, Lubja küla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tel +372 606 6848                 </w:t>
    </w:r>
    <w:r w:rsidRPr="00096459">
      <w:rPr>
        <w:rFonts w:ascii="Times New Roman" w:hAnsi="Times New Roman"/>
        <w:lang w:val="et-EE"/>
      </w:rPr>
      <w:t>KMKR EE100430538</w:t>
    </w:r>
    <w:r w:rsidRPr="00096459">
      <w:rPr>
        <w:rFonts w:ascii="Times New Roman" w:hAnsi="Times New Roman"/>
        <w:lang w:val="et-EE"/>
      </w:rPr>
      <w:br/>
      <w:t xml:space="preserve">Viimsi </w:t>
    </w:r>
    <w:r w:rsidR="0012270C">
      <w:rPr>
        <w:rFonts w:ascii="Times New Roman" w:hAnsi="Times New Roman"/>
        <w:lang w:val="et-EE"/>
      </w:rPr>
      <w:t>vald</w:t>
    </w:r>
    <w:r w:rsidRP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>740</w:t>
    </w:r>
    <w:r w:rsidR="0012270C">
      <w:rPr>
        <w:rFonts w:ascii="Times New Roman" w:hAnsi="Times New Roman"/>
        <w:lang w:val="et-EE"/>
      </w:rPr>
      <w:t>10</w:t>
    </w:r>
    <w:r w:rsidRP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   </w:t>
    </w:r>
    <w:r w:rsidR="0012270C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info@viimsivesi.ee      </w:t>
    </w:r>
    <w:r w:rsidR="00096459">
      <w:rPr>
        <w:rFonts w:ascii="Times New Roman" w:hAnsi="Times New Roman"/>
        <w:lang w:val="et-EE"/>
      </w:rPr>
      <w:t xml:space="preserve"> </w:t>
    </w:r>
    <w:r w:rsidRPr="00096459">
      <w:rPr>
        <w:rFonts w:ascii="Times New Roman" w:hAnsi="Times New Roman"/>
        <w:lang w:val="et-EE"/>
      </w:rPr>
      <w:t xml:space="preserve">         </w:t>
    </w:r>
    <w:r w:rsidR="00871F80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             Swedbank</w:t>
    </w:r>
    <w:r w:rsidRPr="00096459">
      <w:rPr>
        <w:rFonts w:ascii="Times New Roman" w:hAnsi="Times New Roman"/>
        <w:lang w:val="et-EE"/>
      </w:rPr>
      <w:br/>
    </w:r>
    <w:r w:rsidR="00096459" w:rsidRPr="00096459">
      <w:rPr>
        <w:rFonts w:ascii="Times New Roman" w:hAnsi="Times New Roman"/>
        <w:lang w:val="et-EE"/>
      </w:rPr>
      <w:t>Harju maakond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www.viimsivesi.ee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>EE652200</w:t>
    </w:r>
    <w:r w:rsidRPr="00096459">
      <w:rPr>
        <w:rFonts w:ascii="Times New Roman" w:hAnsi="Times New Roman"/>
        <w:lang w:val="et-EE"/>
      </w:rPr>
      <w:t>221002100871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6D38" w14:textId="77777777" w:rsidR="00006FE6" w:rsidRDefault="00006FE6" w:rsidP="00E113C2">
      <w:pPr>
        <w:spacing w:after="0" w:line="240" w:lineRule="auto"/>
      </w:pPr>
      <w:r>
        <w:separator/>
      </w:r>
    </w:p>
  </w:footnote>
  <w:footnote w:type="continuationSeparator" w:id="0">
    <w:p w14:paraId="29EE264E" w14:textId="77777777" w:rsidR="00006FE6" w:rsidRDefault="00006FE6" w:rsidP="00E11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90DDF" w14:textId="77777777" w:rsidR="00E113C2" w:rsidRDefault="00191170">
    <w:pPr>
      <w:pStyle w:val="Pis"/>
    </w:pPr>
    <w:r>
      <w:rPr>
        <w:noProof/>
        <w:lang w:val="en-US"/>
      </w:rPr>
      <w:pict w14:anchorId="5F0BB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9" o:spid="_x0000_s2053" type="#_x0000_t75" style="position:absolute;margin-left:0;margin-top:0;width:649pt;height:917.8pt;z-index:-251658752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93944" w14:textId="08994363" w:rsidR="00E113C2" w:rsidRDefault="00191170" w:rsidP="008216C5">
    <w:pPr>
      <w:pStyle w:val="Pis"/>
      <w:tabs>
        <w:tab w:val="clear" w:pos="4536"/>
      </w:tabs>
      <w:ind w:firstLine="6372"/>
      <w:jc w:val="center"/>
    </w:pPr>
    <w:r>
      <w:rPr>
        <w:noProof/>
        <w:lang w:val="en-US"/>
      </w:rPr>
      <w:pict w14:anchorId="5E9D17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80" o:spid="_x0000_s2054" type="#_x0000_t75" style="position:absolute;left:0;text-align:left;margin-left:0;margin-top:0;width:649pt;height:917.8pt;z-index:-251657728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  <w:r w:rsidR="007761B6" w:rsidRPr="00E73557">
      <w:rPr>
        <w:noProof/>
        <w:lang w:eastAsia="et-EE"/>
      </w:rPr>
      <w:drawing>
        <wp:inline distT="0" distB="0" distL="0" distR="0" wp14:anchorId="4B8A769C" wp14:editId="5E233AF2">
          <wp:extent cx="2028825" cy="742950"/>
          <wp:effectExtent l="0" t="0" r="0" b="0"/>
          <wp:docPr id="164446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4DBDD" w14:textId="77777777" w:rsidR="00E113C2" w:rsidRDefault="00191170">
    <w:pPr>
      <w:pStyle w:val="Pis"/>
    </w:pPr>
    <w:r>
      <w:rPr>
        <w:noProof/>
        <w:lang w:val="en-US"/>
      </w:rPr>
      <w:pict w14:anchorId="19F528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8" o:spid="_x0000_s2052" type="#_x0000_t75" style="position:absolute;margin-left:0;margin-top:0;width:649pt;height:917.8pt;z-index:-251659776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F1079E2"/>
    <w:multiLevelType w:val="hybridMultilevel"/>
    <w:tmpl w:val="C54A28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1C4A2C"/>
    <w:multiLevelType w:val="multilevel"/>
    <w:tmpl w:val="A0DCC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4074DA2"/>
    <w:multiLevelType w:val="hybridMultilevel"/>
    <w:tmpl w:val="A38A67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67C9"/>
    <w:multiLevelType w:val="hybridMultilevel"/>
    <w:tmpl w:val="4AF4D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3C53CD"/>
    <w:multiLevelType w:val="hybridMultilevel"/>
    <w:tmpl w:val="7F8E0B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477475">
    <w:abstractNumId w:val="1"/>
  </w:num>
  <w:num w:numId="2" w16cid:durableId="1110586779">
    <w:abstractNumId w:val="0"/>
  </w:num>
  <w:num w:numId="3" w16cid:durableId="701057977">
    <w:abstractNumId w:val="2"/>
  </w:num>
  <w:num w:numId="4" w16cid:durableId="1716932110">
    <w:abstractNumId w:val="4"/>
  </w:num>
  <w:num w:numId="5" w16cid:durableId="1094134907">
    <w:abstractNumId w:val="5"/>
  </w:num>
  <w:num w:numId="6" w16cid:durableId="1360929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1B6"/>
    <w:rsid w:val="00006FE6"/>
    <w:rsid w:val="0002283E"/>
    <w:rsid w:val="0004641D"/>
    <w:rsid w:val="00070936"/>
    <w:rsid w:val="0008498D"/>
    <w:rsid w:val="00096459"/>
    <w:rsid w:val="000E30EC"/>
    <w:rsid w:val="000E393C"/>
    <w:rsid w:val="00105011"/>
    <w:rsid w:val="0012270C"/>
    <w:rsid w:val="00126829"/>
    <w:rsid w:val="0012737A"/>
    <w:rsid w:val="00147399"/>
    <w:rsid w:val="0015251D"/>
    <w:rsid w:val="0015487F"/>
    <w:rsid w:val="00187462"/>
    <w:rsid w:val="00191170"/>
    <w:rsid w:val="001C1BDD"/>
    <w:rsid w:val="001D5CA0"/>
    <w:rsid w:val="001E1D6F"/>
    <w:rsid w:val="002308BA"/>
    <w:rsid w:val="00233925"/>
    <w:rsid w:val="00261748"/>
    <w:rsid w:val="00277E8A"/>
    <w:rsid w:val="00285875"/>
    <w:rsid w:val="002B599C"/>
    <w:rsid w:val="002D77E2"/>
    <w:rsid w:val="00310DA3"/>
    <w:rsid w:val="00334432"/>
    <w:rsid w:val="003416E0"/>
    <w:rsid w:val="00343CB4"/>
    <w:rsid w:val="00357B66"/>
    <w:rsid w:val="00366CAF"/>
    <w:rsid w:val="00372F42"/>
    <w:rsid w:val="003A0898"/>
    <w:rsid w:val="003A09D0"/>
    <w:rsid w:val="003C3F9A"/>
    <w:rsid w:val="003C5557"/>
    <w:rsid w:val="003D1D28"/>
    <w:rsid w:val="003E2FAA"/>
    <w:rsid w:val="00400A6E"/>
    <w:rsid w:val="00407C7E"/>
    <w:rsid w:val="00411C3F"/>
    <w:rsid w:val="0043370B"/>
    <w:rsid w:val="0043676B"/>
    <w:rsid w:val="00436C9D"/>
    <w:rsid w:val="00472844"/>
    <w:rsid w:val="004D29DC"/>
    <w:rsid w:val="004E0CE4"/>
    <w:rsid w:val="004E4D7A"/>
    <w:rsid w:val="00513CDE"/>
    <w:rsid w:val="0051629A"/>
    <w:rsid w:val="00525B6B"/>
    <w:rsid w:val="00541945"/>
    <w:rsid w:val="00547752"/>
    <w:rsid w:val="00595134"/>
    <w:rsid w:val="005B4744"/>
    <w:rsid w:val="005C2841"/>
    <w:rsid w:val="005F62FA"/>
    <w:rsid w:val="005F79D4"/>
    <w:rsid w:val="00650D16"/>
    <w:rsid w:val="00651917"/>
    <w:rsid w:val="00652D5B"/>
    <w:rsid w:val="006A5A03"/>
    <w:rsid w:val="006C4846"/>
    <w:rsid w:val="006C543F"/>
    <w:rsid w:val="006E3D24"/>
    <w:rsid w:val="006F629E"/>
    <w:rsid w:val="007175E2"/>
    <w:rsid w:val="00763CC6"/>
    <w:rsid w:val="00763D82"/>
    <w:rsid w:val="00767DC0"/>
    <w:rsid w:val="007761B6"/>
    <w:rsid w:val="007803AF"/>
    <w:rsid w:val="007938D8"/>
    <w:rsid w:val="007C3C15"/>
    <w:rsid w:val="007F4C39"/>
    <w:rsid w:val="00812A00"/>
    <w:rsid w:val="008216C5"/>
    <w:rsid w:val="0082726A"/>
    <w:rsid w:val="00871F80"/>
    <w:rsid w:val="00873265"/>
    <w:rsid w:val="008B1611"/>
    <w:rsid w:val="008B6214"/>
    <w:rsid w:val="008B7CB5"/>
    <w:rsid w:val="008D5222"/>
    <w:rsid w:val="00900A8A"/>
    <w:rsid w:val="00901F07"/>
    <w:rsid w:val="00914338"/>
    <w:rsid w:val="00914401"/>
    <w:rsid w:val="00933F97"/>
    <w:rsid w:val="00937A6D"/>
    <w:rsid w:val="00941108"/>
    <w:rsid w:val="009452DD"/>
    <w:rsid w:val="009532E3"/>
    <w:rsid w:val="0099374D"/>
    <w:rsid w:val="00997EB1"/>
    <w:rsid w:val="009C57BD"/>
    <w:rsid w:val="009F5A35"/>
    <w:rsid w:val="009F7A3B"/>
    <w:rsid w:val="00A02F65"/>
    <w:rsid w:val="00A042C2"/>
    <w:rsid w:val="00A2294F"/>
    <w:rsid w:val="00A32789"/>
    <w:rsid w:val="00A65A2A"/>
    <w:rsid w:val="00AB0650"/>
    <w:rsid w:val="00B150B2"/>
    <w:rsid w:val="00B64EE0"/>
    <w:rsid w:val="00B651E4"/>
    <w:rsid w:val="00B745BF"/>
    <w:rsid w:val="00B95B32"/>
    <w:rsid w:val="00B97963"/>
    <w:rsid w:val="00BD6EFE"/>
    <w:rsid w:val="00BD77B9"/>
    <w:rsid w:val="00C02C76"/>
    <w:rsid w:val="00C11E83"/>
    <w:rsid w:val="00C16EE6"/>
    <w:rsid w:val="00C21B69"/>
    <w:rsid w:val="00C44537"/>
    <w:rsid w:val="00C474DE"/>
    <w:rsid w:val="00C61D49"/>
    <w:rsid w:val="00C90DBF"/>
    <w:rsid w:val="00CA783B"/>
    <w:rsid w:val="00CB19CC"/>
    <w:rsid w:val="00CB1F10"/>
    <w:rsid w:val="00CC1682"/>
    <w:rsid w:val="00CD31DA"/>
    <w:rsid w:val="00CE1086"/>
    <w:rsid w:val="00CF51FB"/>
    <w:rsid w:val="00D05C26"/>
    <w:rsid w:val="00D3013E"/>
    <w:rsid w:val="00D33709"/>
    <w:rsid w:val="00D812EA"/>
    <w:rsid w:val="00D97D79"/>
    <w:rsid w:val="00DA6F3C"/>
    <w:rsid w:val="00DC5081"/>
    <w:rsid w:val="00DE0767"/>
    <w:rsid w:val="00E113C2"/>
    <w:rsid w:val="00E14F19"/>
    <w:rsid w:val="00E32CDC"/>
    <w:rsid w:val="00E3640C"/>
    <w:rsid w:val="00E54AA1"/>
    <w:rsid w:val="00E65F0A"/>
    <w:rsid w:val="00E82439"/>
    <w:rsid w:val="00E9538B"/>
    <w:rsid w:val="00E956D9"/>
    <w:rsid w:val="00EB5160"/>
    <w:rsid w:val="00EC1B88"/>
    <w:rsid w:val="00EC3391"/>
    <w:rsid w:val="00F02D5A"/>
    <w:rsid w:val="00F22124"/>
    <w:rsid w:val="00F349D8"/>
    <w:rsid w:val="00F34C8C"/>
    <w:rsid w:val="00F404FE"/>
    <w:rsid w:val="00F65977"/>
    <w:rsid w:val="00F81E69"/>
    <w:rsid w:val="00F825A3"/>
    <w:rsid w:val="00F84EF7"/>
    <w:rsid w:val="00FC02A9"/>
    <w:rsid w:val="00FC1031"/>
    <w:rsid w:val="00FC7BB6"/>
    <w:rsid w:val="00F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1F70755"/>
  <w15:docId w15:val="{03DB8D56-8F87-4837-8B34-8A578F0B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E0C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113C2"/>
  </w:style>
  <w:style w:type="paragraph" w:styleId="Jalus">
    <w:name w:val="footer"/>
    <w:basedOn w:val="Normaallaad"/>
    <w:link w:val="JalusMrk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113C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216C5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allaad"/>
    <w:qFormat/>
    <w:rsid w:val="00357B66"/>
    <w:pPr>
      <w:pBdr>
        <w:top w:val="single" w:sz="4" w:space="1" w:color="4F81BD"/>
      </w:pBdr>
      <w:spacing w:after="180" w:line="264" w:lineRule="auto"/>
    </w:pPr>
    <w:rPr>
      <w:color w:val="1F497D"/>
      <w:sz w:val="20"/>
      <w:szCs w:val="20"/>
      <w:lang w:val="en-US" w:eastAsia="ja-JP"/>
    </w:rPr>
  </w:style>
  <w:style w:type="character" w:styleId="Hperlink">
    <w:name w:val="Hyperlink"/>
    <w:uiPriority w:val="99"/>
    <w:unhideWhenUsed/>
    <w:rsid w:val="00310DA3"/>
    <w:rPr>
      <w:color w:val="0000FF"/>
      <w:u w:val="single"/>
    </w:rPr>
  </w:style>
  <w:style w:type="paragraph" w:styleId="Vahedeta">
    <w:name w:val="No Spacing"/>
    <w:uiPriority w:val="1"/>
    <w:qFormat/>
    <w:rsid w:val="004E0CE4"/>
    <w:rPr>
      <w:sz w:val="22"/>
      <w:szCs w:val="22"/>
      <w:lang w:eastAsia="en-US"/>
    </w:rPr>
  </w:style>
  <w:style w:type="character" w:customStyle="1" w:styleId="Pealkiri1Mrk">
    <w:name w:val="Pealkiri 1 Märk"/>
    <w:link w:val="Pealkiri1"/>
    <w:uiPriority w:val="9"/>
    <w:rsid w:val="004E0CE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ehatekst2">
    <w:name w:val="Body Text 2"/>
    <w:basedOn w:val="Normaallaad"/>
    <w:link w:val="Kehatekst2Mrk"/>
    <w:rsid w:val="00C474D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character" w:customStyle="1" w:styleId="Kehatekst2Mrk">
    <w:name w:val="Kehatekst 2 Märk"/>
    <w:link w:val="Kehatekst2"/>
    <w:rsid w:val="00C474DE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allaadveeb">
    <w:name w:val="Normal (Web)"/>
    <w:basedOn w:val="Normaallaad"/>
    <w:unhideWhenUsed/>
    <w:rsid w:val="00B74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rzxr">
    <w:name w:val="lrzxr"/>
    <w:basedOn w:val="Liguvaikefont"/>
    <w:rsid w:val="00B95B32"/>
  </w:style>
  <w:style w:type="character" w:styleId="Lahendamatamainimine">
    <w:name w:val="Unresolved Mention"/>
    <w:uiPriority w:val="99"/>
    <w:semiHidden/>
    <w:unhideWhenUsed/>
    <w:rsid w:val="00B95B32"/>
    <w:rPr>
      <w:color w:val="605E5C"/>
      <w:shd w:val="clear" w:color="auto" w:fill="E1DFDD"/>
    </w:rPr>
  </w:style>
  <w:style w:type="paragraph" w:customStyle="1" w:styleId="Default">
    <w:name w:val="Default"/>
    <w:rsid w:val="003C3F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AB0650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AB0650"/>
    <w:rPr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AB0650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AB0650"/>
    <w:rPr>
      <w:sz w:val="22"/>
      <w:szCs w:val="22"/>
      <w:lang w:eastAsia="en-US"/>
    </w:rPr>
  </w:style>
  <w:style w:type="character" w:customStyle="1" w:styleId="errormessage1">
    <w:name w:val="errormessage1"/>
    <w:basedOn w:val="Liguvaikefont"/>
    <w:rsid w:val="00AB0650"/>
    <w:rPr>
      <w:rFonts w:ascii="Verdana" w:hAnsi="Verdana" w:hint="default"/>
      <w:b w:val="0"/>
      <w:bCs w:val="0"/>
      <w:strike w:val="0"/>
      <w:dstrike w:val="0"/>
      <w:color w:val="FF0000"/>
      <w:sz w:val="20"/>
      <w:szCs w:val="20"/>
      <w:u w:val="none"/>
      <w:effect w:val="none"/>
    </w:rPr>
  </w:style>
  <w:style w:type="paragraph" w:styleId="Loendilik">
    <w:name w:val="List Paragraph"/>
    <w:basedOn w:val="Normaallaad"/>
    <w:uiPriority w:val="34"/>
    <w:qFormat/>
    <w:rsid w:val="00A32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1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lona@viimsivesi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kaitse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Projekteerimine\9_VV%20projektid\PP_331_Rohuneeme%20tee%20VK\MNT\Garanti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9A6AE9FD41074E8827ECDE6DADC6E4" ma:contentTypeVersion="6" ma:contentTypeDescription="Loo uus dokument" ma:contentTypeScope="" ma:versionID="97c6d252defeb9b8542287cfe0dcce8a">
  <xsd:schema xmlns:xsd="http://www.w3.org/2001/XMLSchema" xmlns:xs="http://www.w3.org/2001/XMLSchema" xmlns:p="http://schemas.microsoft.com/office/2006/metadata/properties" xmlns:ns3="92437ce1-2b06-4853-8439-b588c97e038e" targetNamespace="http://schemas.microsoft.com/office/2006/metadata/properties" ma:root="true" ma:fieldsID="97caaed3a5e0f886b189c6e15ff013d2" ns3:_="">
    <xsd:import namespace="92437ce1-2b06-4853-8439-b588c97e03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37ce1-2b06-4853-8439-b588c97e0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2437ce1-2b06-4853-8439-b588c97e038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8445B2-4CEB-4926-94D0-E5D7C83B5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437ce1-2b06-4853-8439-b588c97e03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8133B-C92B-4C18-A140-74404398CA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C33C33-BD23-40CB-AD48-858B4F2B9A54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92437ce1-2b06-4853-8439-b588c97e038e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A4114C9-B275-4E64-95CE-2C75A000ED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Garantiikiri</Template>
  <TotalTime>10</TotalTime>
  <Pages>2</Pages>
  <Words>255</Words>
  <Characters>1482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AK Süsteemid OÜ</Company>
  <LinksUpToDate>false</LinksUpToDate>
  <CharactersWithSpaces>1734</CharactersWithSpaces>
  <SharedDoc>false</SharedDoc>
  <HLinks>
    <vt:vector size="18" baseType="variant">
      <vt:variant>
        <vt:i4>5963882</vt:i4>
      </vt:variant>
      <vt:variant>
        <vt:i4>6</vt:i4>
      </vt:variant>
      <vt:variant>
        <vt:i4>0</vt:i4>
      </vt:variant>
      <vt:variant>
        <vt:i4>5</vt:i4>
      </vt:variant>
      <vt:variant>
        <vt:lpwstr>mailto:margus@vihmer.ee</vt:lpwstr>
      </vt:variant>
      <vt:variant>
        <vt:lpwstr/>
      </vt:variant>
      <vt:variant>
        <vt:i4>8192077</vt:i4>
      </vt:variant>
      <vt:variant>
        <vt:i4>3</vt:i4>
      </vt:variant>
      <vt:variant>
        <vt:i4>0</vt:i4>
      </vt:variant>
      <vt:variant>
        <vt:i4>5</vt:i4>
      </vt:variant>
      <vt:variant>
        <vt:lpwstr>mailto:hannes@pkinfra.ee</vt:lpwstr>
      </vt:variant>
      <vt:variant>
        <vt:lpwstr/>
      </vt:variant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mailto:info@transpordiamet.ee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Pärkna</dc:creator>
  <cp:keywords/>
  <cp:lastModifiedBy>Ene Koljal</cp:lastModifiedBy>
  <cp:revision>2</cp:revision>
  <cp:lastPrinted>2021-03-09T08:36:00Z</cp:lastPrinted>
  <dcterms:created xsi:type="dcterms:W3CDTF">2025-07-10T12:54:00Z</dcterms:created>
  <dcterms:modified xsi:type="dcterms:W3CDTF">2025-07-10T12:54:00Z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0x0101001B9A6AE9FD41074E8827ECDE6DADC6E4</vt:lpwstr>
  </property>
</Properties>
</file>